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43025274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4B21F69E" w:rsidR="00BC04C5" w:rsidRPr="002D1A2C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7FDEAA72" w14:textId="77777777" w:rsidR="00BC04C5" w:rsidRPr="002D1A2C" w:rsidRDefault="00BC04C5">
      <w:pPr>
        <w:rPr>
          <w:rFonts w:ascii="Arial" w:hAnsi="Arial" w:cs="Arial"/>
        </w:rPr>
      </w:pPr>
    </w:p>
    <w:p w14:paraId="1C3DD944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5FA462D2" w:rsidR="00D8160F" w:rsidRPr="00447B8F" w:rsidRDefault="00D8160F" w:rsidP="00E54DF2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D1A2C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2D1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DF2">
              <w:rPr>
                <w:rFonts w:ascii="Arial" w:hAnsi="Arial" w:cs="Arial"/>
                <w:sz w:val="20"/>
                <w:szCs w:val="20"/>
              </w:rPr>
              <w:t>VZ23</w:t>
            </w:r>
            <w:r w:rsidR="00A004B7">
              <w:rPr>
                <w:rFonts w:ascii="Arial" w:hAnsi="Arial" w:cs="Arial"/>
                <w:sz w:val="20"/>
                <w:szCs w:val="20"/>
              </w:rPr>
              <w:t xml:space="preserve">/2020 – </w:t>
            </w:r>
            <w:r w:rsidR="00E54DF2">
              <w:rPr>
                <w:rFonts w:ascii="Arial" w:hAnsi="Arial" w:cs="Arial"/>
                <w:sz w:val="20"/>
                <w:szCs w:val="20"/>
              </w:rPr>
              <w:t>Zajištění komplexních marketingových a reklamních služeb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6B664D28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92203A">
        <w:rPr>
          <w:rFonts w:ascii="Arial" w:hAnsi="Arial" w:cs="Arial"/>
          <w:sz w:val="20"/>
          <w:szCs w:val="20"/>
          <w:highlight w:val="yellow"/>
        </w:rPr>
        <w:t>DD. MM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2203A">
        <w:rPr>
          <w:rFonts w:ascii="Arial" w:hAnsi="Arial" w:cs="Arial"/>
          <w:sz w:val="20"/>
          <w:szCs w:val="20"/>
          <w:highlight w:val="yellow"/>
        </w:rPr>
        <w:t>YYYY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0C8ECE3" w14:textId="3E02B610" w:rsidR="00827237" w:rsidRDefault="00827237" w:rsidP="00827237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lastRenderedPageBreak/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 xml:space="preserve"> zadávací dokumentaci v </w:t>
      </w:r>
      <w:r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Pr="00657AF1">
        <w:rPr>
          <w:rFonts w:ascii="Arial" w:hAnsi="Arial" w:cs="Arial"/>
          <w:sz w:val="20"/>
          <w:szCs w:val="20"/>
        </w:rPr>
        <w:t xml:space="preserve"> kvalifikace 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>, a to tím způsobem, že uvádí:</w:t>
      </w:r>
    </w:p>
    <w:p w14:paraId="6B18912A" w14:textId="77777777" w:rsidR="00827237" w:rsidRDefault="00827237" w:rsidP="00827237">
      <w:pPr>
        <w:jc w:val="both"/>
        <w:rPr>
          <w:rFonts w:ascii="Arial" w:hAnsi="Arial" w:cs="Arial"/>
          <w:sz w:val="20"/>
          <w:szCs w:val="20"/>
        </w:rPr>
      </w:pPr>
    </w:p>
    <w:p w14:paraId="16378800" w14:textId="71CE5C79" w:rsidR="00827237" w:rsidRPr="00827237" w:rsidRDefault="00827237" w:rsidP="00827237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827237">
        <w:rPr>
          <w:rFonts w:ascii="Arial" w:hAnsi="Arial" w:cs="Arial"/>
          <w:sz w:val="20"/>
          <w:szCs w:val="20"/>
        </w:rPr>
        <w:t xml:space="preserve">v rámci </w:t>
      </w:r>
      <w:r w:rsidRPr="00827237">
        <w:rPr>
          <w:rFonts w:ascii="Arial" w:hAnsi="Arial" w:cs="Arial"/>
          <w:b/>
          <w:sz w:val="20"/>
          <w:szCs w:val="20"/>
        </w:rPr>
        <w:t>odst. 1 Seznam významných služeb</w:t>
      </w:r>
      <w:r w:rsidRPr="00827237">
        <w:rPr>
          <w:rFonts w:ascii="Arial" w:hAnsi="Arial" w:cs="Arial"/>
          <w:sz w:val="20"/>
          <w:szCs w:val="20"/>
        </w:rPr>
        <w:t xml:space="preserve"> výše zmíněné části zadávací dokumentace </w:t>
      </w:r>
      <w:r w:rsidRPr="00827237">
        <w:rPr>
          <w:rFonts w:ascii="Arial" w:hAnsi="Arial" w:cs="Arial"/>
          <w:b/>
          <w:sz w:val="20"/>
          <w:szCs w:val="20"/>
        </w:rPr>
        <w:t>seznam dodávek realizovaných</w:t>
      </w:r>
      <w:r w:rsidRPr="00827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pravidel uvedených v zadávací </w:t>
      </w:r>
      <w:r w:rsidRPr="00827237">
        <w:rPr>
          <w:rFonts w:ascii="Arial" w:hAnsi="Arial" w:cs="Arial"/>
          <w:sz w:val="20"/>
          <w:szCs w:val="20"/>
        </w:rPr>
        <w:t>včetně uvedení finančního objemu, doby jejich poskytnutí, rozsahu a identifikace jejich objednatele</w:t>
      </w:r>
      <w:r>
        <w:rPr>
          <w:rFonts w:ascii="Arial" w:hAnsi="Arial" w:cs="Arial"/>
          <w:sz w:val="20"/>
          <w:szCs w:val="20"/>
        </w:rPr>
        <w:t>;</w:t>
      </w:r>
    </w:p>
    <w:p w14:paraId="6B691FE5" w14:textId="6BA020D0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208694D0" w14:textId="32C02DD9" w:rsidR="00827237" w:rsidRPr="00827237" w:rsidRDefault="00827237" w:rsidP="00827237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827237">
        <w:rPr>
          <w:rFonts w:ascii="Arial" w:hAnsi="Arial" w:cs="Arial"/>
          <w:sz w:val="20"/>
          <w:szCs w:val="20"/>
        </w:rPr>
        <w:t xml:space="preserve">v rámci </w:t>
      </w:r>
      <w:r w:rsidRPr="00827237">
        <w:rPr>
          <w:rFonts w:ascii="Arial" w:hAnsi="Arial" w:cs="Arial"/>
          <w:b/>
          <w:sz w:val="20"/>
          <w:szCs w:val="20"/>
        </w:rPr>
        <w:t>od</w:t>
      </w:r>
      <w:r>
        <w:rPr>
          <w:rFonts w:ascii="Arial" w:hAnsi="Arial" w:cs="Arial"/>
          <w:b/>
          <w:sz w:val="20"/>
          <w:szCs w:val="20"/>
        </w:rPr>
        <w:t>st. 2</w:t>
      </w:r>
      <w:r w:rsidRPr="00827237">
        <w:rPr>
          <w:rFonts w:ascii="Arial" w:hAnsi="Arial" w:cs="Arial"/>
          <w:b/>
          <w:sz w:val="20"/>
          <w:szCs w:val="20"/>
        </w:rPr>
        <w:t xml:space="preserve"> Seznam </w:t>
      </w:r>
      <w:r>
        <w:rPr>
          <w:rFonts w:ascii="Arial" w:hAnsi="Arial" w:cs="Arial"/>
          <w:b/>
          <w:sz w:val="20"/>
          <w:szCs w:val="20"/>
        </w:rPr>
        <w:t>techniků nebo technických útvarů</w:t>
      </w:r>
      <w:r w:rsidRPr="00827237">
        <w:rPr>
          <w:rFonts w:ascii="Arial" w:hAnsi="Arial" w:cs="Arial"/>
          <w:sz w:val="20"/>
          <w:szCs w:val="20"/>
        </w:rPr>
        <w:t xml:space="preserve"> výše zmíněné části zadávací dokumentace </w:t>
      </w:r>
      <w:r w:rsidRPr="00827237">
        <w:rPr>
          <w:rFonts w:ascii="Arial" w:hAnsi="Arial" w:cs="Arial"/>
          <w:b/>
          <w:sz w:val="20"/>
          <w:szCs w:val="20"/>
        </w:rPr>
        <w:t xml:space="preserve">seznam </w:t>
      </w:r>
      <w:r>
        <w:rPr>
          <w:rFonts w:ascii="Arial" w:hAnsi="Arial" w:cs="Arial"/>
          <w:b/>
          <w:sz w:val="20"/>
          <w:szCs w:val="20"/>
        </w:rPr>
        <w:t>členů realizačního týmu</w:t>
      </w:r>
      <w:r w:rsidRPr="00827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pravidel uvedených v zadávací </w:t>
      </w:r>
      <w:r w:rsidRPr="00827237">
        <w:rPr>
          <w:rFonts w:ascii="Arial" w:hAnsi="Arial" w:cs="Arial"/>
          <w:sz w:val="20"/>
          <w:szCs w:val="20"/>
        </w:rPr>
        <w:t>včetně uvedení</w:t>
      </w:r>
      <w:r>
        <w:rPr>
          <w:rFonts w:ascii="Arial" w:hAnsi="Arial" w:cs="Arial"/>
          <w:sz w:val="20"/>
          <w:szCs w:val="20"/>
        </w:rPr>
        <w:t xml:space="preserve"> jména, délky praxe v oboru reklamy nebo marketingu a zkušeností na jejich dané pozici.</w:t>
      </w:r>
    </w:p>
    <w:p w14:paraId="7917C8FD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3AF9815D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10E4994A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2CD970D1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2CC9DFF6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57A1B8A2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7234F7A4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750D31C8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163BB261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0B36FC4C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52C61D45" w14:textId="0F9167D7" w:rsidR="00827237" w:rsidRDefault="00581568" w:rsidP="00581568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lastRenderedPageBreak/>
        <w:t>Seznam referenčních zakázek</w:t>
      </w:r>
    </w:p>
    <w:p w14:paraId="58496DF5" w14:textId="77777777" w:rsidR="00581568" w:rsidRPr="00581568" w:rsidRDefault="00581568" w:rsidP="00581568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sz w:val="20"/>
          <w:szCs w:val="20"/>
        </w:rPr>
      </w:pPr>
    </w:p>
    <w:p w14:paraId="7885F7F8" w14:textId="497D7680" w:rsidR="00581568" w:rsidRDefault="00114FDA" w:rsidP="00827237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14FDA">
        <w:rPr>
          <w:rFonts w:ascii="Arial" w:hAnsi="Arial" w:cs="Arial"/>
          <w:b/>
          <w:sz w:val="20"/>
          <w:szCs w:val="20"/>
          <w:u w:val="single"/>
        </w:rPr>
        <w:t>P</w:t>
      </w:r>
      <w:r w:rsidR="00581568" w:rsidRPr="00114FDA">
        <w:rPr>
          <w:rFonts w:ascii="Arial" w:hAnsi="Arial" w:cs="Arial"/>
          <w:b/>
          <w:sz w:val="20"/>
          <w:szCs w:val="20"/>
          <w:u w:val="single"/>
        </w:rPr>
        <w:t xml:space="preserve">rojekt nebo kontinuální spolupráce v délce trvání min. 1 rok </w:t>
      </w:r>
      <w:r w:rsidRPr="00114FDA">
        <w:rPr>
          <w:rFonts w:ascii="Arial" w:hAnsi="Arial" w:cs="Arial"/>
          <w:b/>
          <w:sz w:val="20"/>
          <w:szCs w:val="20"/>
          <w:u w:val="single"/>
        </w:rPr>
        <w:t>(min. 5.000.000,- Kč bez DPH</w:t>
      </w:r>
      <w:r>
        <w:rPr>
          <w:rFonts w:ascii="Arial" w:hAnsi="Arial" w:cs="Arial"/>
          <w:b/>
          <w:sz w:val="20"/>
          <w:szCs w:val="20"/>
          <w:u w:val="single"/>
        </w:rPr>
        <w:t xml:space="preserve"> za každou referenční zakázku</w:t>
      </w:r>
      <w:r w:rsidRPr="00114FDA">
        <w:rPr>
          <w:rFonts w:ascii="Arial" w:hAnsi="Arial" w:cs="Arial"/>
          <w:b/>
          <w:sz w:val="20"/>
          <w:szCs w:val="20"/>
          <w:u w:val="single"/>
        </w:rPr>
        <w:t>)</w:t>
      </w:r>
    </w:p>
    <w:p w14:paraId="6D37E2E4" w14:textId="77777777" w:rsidR="00114FDA" w:rsidRPr="00114FDA" w:rsidRDefault="00114FDA" w:rsidP="00114FDA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55DCB4B" w14:textId="77777777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A4CACF3" w14:textId="77777777" w:rsidR="00827237" w:rsidRPr="00447B8F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27237" w:rsidRPr="00447B8F" w14:paraId="3A689AB6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A93C2A9" w14:textId="77777777" w:rsidR="00827237" w:rsidRPr="00447B8F" w:rsidRDefault="00827237" w:rsidP="0096526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9FCC2D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7237" w:rsidRPr="00447B8F" w14:paraId="2933BB99" w14:textId="77777777" w:rsidTr="0096526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A041314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5CD3BC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7237" w:rsidRPr="00447B8F" w14:paraId="57D46C6B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0B0B06D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56D2940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27237" w:rsidRPr="00447B8F" w14:paraId="505F3E79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501B7E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B3B635A" w14:textId="77777777" w:rsidR="00827237" w:rsidRPr="00447B8F" w:rsidRDefault="00827237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6738B477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5B8E56E" w14:textId="6F389389" w:rsidR="00114FDA" w:rsidRPr="00D64302" w:rsidRDefault="00114FDA" w:rsidP="00114F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7664" w14:textId="0F836373" w:rsidR="00114FDA" w:rsidRPr="00447B8F" w:rsidRDefault="00114FDA" w:rsidP="00114FD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249C" w:rsidRPr="00447B8F" w14:paraId="21B1EBC7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B86771F" w14:textId="12679FE3" w:rsidR="006A249C" w:rsidRDefault="006A249C" w:rsidP="006A24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94A605" w14:textId="0120498F" w:rsidR="006A249C" w:rsidRPr="00447B8F" w:rsidRDefault="006A249C" w:rsidP="00114FD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199CCE86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0EC8C6F" w14:textId="77777777" w:rsidR="00114FDA" w:rsidRPr="00447B8F" w:rsidRDefault="00114FDA" w:rsidP="00114FD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DD46E6B" w14:textId="77777777" w:rsidR="00114FDA" w:rsidRPr="00447B8F" w:rsidRDefault="00114FDA" w:rsidP="00114FD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FABA161" w14:textId="5E587D6A" w:rsidR="00827237" w:rsidRDefault="00827237" w:rsidP="00827237">
      <w:pPr>
        <w:pStyle w:val="Odstavecseseznamem"/>
        <w:rPr>
          <w:rFonts w:ascii="Arial" w:hAnsi="Arial" w:cs="Arial"/>
          <w:sz w:val="20"/>
          <w:szCs w:val="20"/>
        </w:rPr>
      </w:pPr>
    </w:p>
    <w:p w14:paraId="11A90C89" w14:textId="2B254A93" w:rsidR="00827237" w:rsidRDefault="00114FDA" w:rsidP="00827237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Sestavení vizuální podoby kampaně na základě existujících pravidel (CI manuál; min. 500.000,- Kč bez DPH za každou referenční zakázku)</w:t>
      </w:r>
    </w:p>
    <w:p w14:paraId="1D528F15" w14:textId="14082F3B" w:rsidR="00827237" w:rsidRDefault="00827237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3749F8" w14:textId="77777777" w:rsidR="00114FDA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361DA9C1" w14:textId="77777777" w:rsidR="00114FDA" w:rsidRPr="00447B8F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4FDA" w:rsidRPr="00447B8F" w14:paraId="1B9042F9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B0611EE" w14:textId="77777777" w:rsidR="00114FDA" w:rsidRPr="00447B8F" w:rsidRDefault="00114FDA" w:rsidP="0096526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EA8F82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6A099E24" w14:textId="77777777" w:rsidTr="0096526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8660EA5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4C8EA8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62C9D767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04C67D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3F631A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36744CB9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4596707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D264DE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1AAE39DA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6B03844" w14:textId="77777777" w:rsidR="00114FDA" w:rsidRPr="00D64302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6B4120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249C" w:rsidRPr="00447B8F" w14:paraId="67582D97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C73D24F" w14:textId="5A6D3F46" w:rsidR="006A249C" w:rsidRDefault="006A249C" w:rsidP="006A24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580F84" w14:textId="22C22762" w:rsidR="006A249C" w:rsidRPr="00447B8F" w:rsidRDefault="006A249C" w:rsidP="006A249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604E789B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EE0FC7" w14:textId="77777777" w:rsidR="00114FDA" w:rsidRPr="00447B8F" w:rsidRDefault="00114FDA" w:rsidP="0096526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E005E1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9089B37" w14:textId="5ACF40F3" w:rsidR="00114FDA" w:rsidRDefault="00114FDA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BFB8251" w14:textId="5AC347AC" w:rsidR="00114FDA" w:rsidRDefault="00114FDA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0A1810E" w14:textId="1EE0BB52" w:rsidR="00114FDA" w:rsidRDefault="00114FDA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E58E41A" w14:textId="7244F747" w:rsidR="00114FDA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6333AC02" w14:textId="77777777" w:rsidR="00114FDA" w:rsidRPr="00447B8F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4FDA" w:rsidRPr="00447B8F" w14:paraId="1110F0D5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05ABE97" w14:textId="77777777" w:rsidR="00114FDA" w:rsidRPr="00447B8F" w:rsidRDefault="00114FDA" w:rsidP="0096526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4E75FB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659AB040" w14:textId="77777777" w:rsidTr="0096526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1F3DC44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560216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1B561228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A68722B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F0E38B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2D98F260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0034705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C87764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2E80661B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F970572" w14:textId="77777777" w:rsidR="00114FDA" w:rsidRPr="00D64302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kampaně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FB8C593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249C" w:rsidRPr="00447B8F" w14:paraId="77FC17D6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E757B" w14:textId="6D50B166" w:rsidR="006A249C" w:rsidRDefault="006A249C" w:rsidP="0096526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6DAFBF" w14:textId="0F602798" w:rsidR="006A249C" w:rsidRPr="00447B8F" w:rsidRDefault="006A249C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12BF25F7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ED9DB26" w14:textId="77777777" w:rsidR="00114FDA" w:rsidRPr="00447B8F" w:rsidRDefault="00114FDA" w:rsidP="0096526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B90344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770D2EE" w14:textId="572F8D5B" w:rsidR="00114FDA" w:rsidRDefault="00114FDA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51AE4ED" w14:textId="7A4E80D0" w:rsidR="00114FDA" w:rsidRDefault="00114FDA" w:rsidP="00114FDA">
      <w:pPr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Kompletní zajištění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eventu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 na území hl. města Prahy s přesahem do min. 2 krajských měst (min. 400.000,- Kč bez DPH za každou referenční zakázku)</w:t>
      </w:r>
    </w:p>
    <w:p w14:paraId="564EB8F8" w14:textId="77777777" w:rsidR="00114FDA" w:rsidRPr="00FC26E4" w:rsidRDefault="00114FDA" w:rsidP="00114FD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99F55D" w14:textId="77777777" w:rsidR="00114FDA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1B66C4A2" w14:textId="77777777" w:rsidR="00114FDA" w:rsidRPr="00447B8F" w:rsidRDefault="00114FDA" w:rsidP="00114FDA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14FDA" w:rsidRPr="00447B8F" w14:paraId="27832081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0923824" w14:textId="77777777" w:rsidR="00114FDA" w:rsidRPr="00447B8F" w:rsidRDefault="00114FDA" w:rsidP="0096526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480AD40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2C22C5AA" w14:textId="77777777" w:rsidTr="0096526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C82CDCD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11E229D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24AD6911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D05E280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5CF16DF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3BC60B29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BA474FD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</w:t>
            </w:r>
            <w:r>
              <w:rPr>
                <w:rFonts w:ascii="Arial" w:hAnsi="Arial" w:cs="Arial"/>
                <w:sz w:val="20"/>
                <w:szCs w:val="20"/>
              </w:rPr>
              <w:t>em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28D025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760EC136" w14:textId="77777777" w:rsidTr="0096526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7A6F711" w14:textId="17968216" w:rsidR="00114FDA" w:rsidRPr="00D64302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Typ kampaně/akce/charakter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14:paraId="1B61127B" w14:textId="77777777" w:rsidR="00114FDA" w:rsidRPr="00447B8F" w:rsidRDefault="00114FDA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5656DB35" w14:textId="77777777" w:rsidTr="0078242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14:paraId="62600611" w14:textId="61EFBAD2" w:rsidR="00114FDA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Krajská města či kraje, ve kterých byla kampaň/akce/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event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D59F8E" w14:textId="4C04E5E7" w:rsidR="00114FDA" w:rsidRPr="00447B8F" w:rsidRDefault="006A249C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0417E788" w14:textId="77777777" w:rsidTr="0078242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14:paraId="1BF9722D" w14:textId="6BE7F3CB" w:rsidR="00114FDA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Návštěvnost v Praze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B9DE99C" w14:textId="35991084" w:rsidR="00114FDA" w:rsidRPr="00447B8F" w:rsidRDefault="006A249C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14FDA" w:rsidRPr="00447B8F" w14:paraId="5FA4BA45" w14:textId="77777777" w:rsidTr="0078242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14:paraId="113841DF" w14:textId="1A43CA68" w:rsidR="00114FDA" w:rsidRDefault="00114FDA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Návštěvnost v krajských městech či krajích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43BC8A" w14:textId="5001B534" w:rsidR="00114FDA" w:rsidRPr="00447B8F" w:rsidRDefault="006A249C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249C" w:rsidRPr="00447B8F" w14:paraId="6E136241" w14:textId="77777777" w:rsidTr="00782424">
        <w:trPr>
          <w:trHeight w:val="822"/>
        </w:trPr>
        <w:tc>
          <w:tcPr>
            <w:tcW w:w="4179" w:type="dxa"/>
            <w:shd w:val="clear" w:color="auto" w:fill="auto"/>
            <w:vAlign w:val="center"/>
          </w:tcPr>
          <w:p w14:paraId="7E79FED1" w14:textId="5057F9C2" w:rsidR="006A249C" w:rsidRDefault="006A249C" w:rsidP="006A24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Prolink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 webu projektu, případně odkaz na stažení obrazového materiálu (pokud vyžaduje heslo a přístupové jméno, dodavatel doplní i tyto údaje)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31944F" w14:textId="7F252DB8" w:rsidR="006A249C" w:rsidRDefault="006A249C" w:rsidP="006A249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A249C" w:rsidRPr="00447B8F" w14:paraId="0B888941" w14:textId="77777777" w:rsidTr="0096526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F172E3A" w14:textId="77777777" w:rsidR="006A249C" w:rsidRPr="00447B8F" w:rsidRDefault="006A249C" w:rsidP="006A249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755396B" w14:textId="77777777" w:rsidR="006A249C" w:rsidRPr="00447B8F" w:rsidRDefault="006A249C" w:rsidP="006A249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C8E6560" w14:textId="61C214AF" w:rsidR="00A017CE" w:rsidRDefault="00A017CE" w:rsidP="00A017CE">
      <w:pPr>
        <w:autoSpaceDE w:val="0"/>
        <w:autoSpaceDN w:val="0"/>
        <w:adjustRightInd w:val="0"/>
        <w:spacing w:before="120" w:after="120"/>
        <w:ind w:left="106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Seznam členů realizačního týmu</w:t>
      </w:r>
    </w:p>
    <w:p w14:paraId="520BDF9D" w14:textId="6DD3D775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3C38289F" w14:textId="282DBEBC" w:rsidR="00A017CE" w:rsidRDefault="00A017CE" w:rsidP="00A017CE">
      <w:pPr>
        <w:pStyle w:val="Odstavecsesezname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Strategic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plannner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517B38AC" w14:textId="77777777" w:rsidR="00A017CE" w:rsidRPr="00447B8F" w:rsidRDefault="00A017CE" w:rsidP="00A017C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017CE" w:rsidRPr="00447B8F" w14:paraId="1C9C7013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F3A0150" w14:textId="0E68C3F1" w:rsidR="00A017CE" w:rsidRPr="00447B8F" w:rsidRDefault="00A017CE" w:rsidP="00A017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514A4D" w14:textId="77777777" w:rsidR="00A017CE" w:rsidRPr="00447B8F" w:rsidRDefault="00A017CE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017CE" w:rsidRPr="00447B8F" w14:paraId="789C34E9" w14:textId="77777777" w:rsidTr="00623ADF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14:paraId="3884455F" w14:textId="703A9B68" w:rsidR="00A017CE" w:rsidRPr="00447B8F" w:rsidRDefault="00A017CE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661764" w14:textId="77777777" w:rsidR="00A017CE" w:rsidRPr="00447B8F" w:rsidRDefault="00A017CE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66FC7394" w14:textId="77777777" w:rsidTr="00C6222C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1BA6C9D4" w14:textId="5326138D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99952B" w14:textId="7E31A1A2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609ACE71" w14:textId="77777777" w:rsidTr="00FE485A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137C4117" w14:textId="6C4A76A7" w:rsidR="00623ADF" w:rsidRPr="00D64302" w:rsidRDefault="00623ADF" w:rsidP="0096526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0D9DA5C" w14:textId="441B3B65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2FD9D8F" w14:textId="0692731C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3B56ABE6" w14:textId="7FEBCE43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194DAE31" w14:textId="75859E2F" w:rsidR="00623ADF" w:rsidRDefault="00623ADF" w:rsidP="00623ADF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 </w:t>
      </w:r>
      <w:proofErr w:type="spellStart"/>
      <w:r>
        <w:rPr>
          <w:rFonts w:ascii="Arial" w:hAnsi="Arial" w:cs="Arial"/>
          <w:sz w:val="20"/>
          <w:szCs w:val="20"/>
        </w:rPr>
        <w:t>Director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5420488B" w14:textId="77777777" w:rsidR="00623ADF" w:rsidRPr="00447B8F" w:rsidRDefault="00623ADF" w:rsidP="00623AD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3ADF" w:rsidRPr="00447B8F" w14:paraId="0F3D5DCF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58BE5EB" w14:textId="77777777" w:rsidR="00623ADF" w:rsidRPr="00447B8F" w:rsidRDefault="00623ADF" w:rsidP="00965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005804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3F5B8791" w14:textId="77777777" w:rsidTr="00965268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14:paraId="40448532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FB6B572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075F56C5" w14:textId="77777777" w:rsidTr="00965268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356CA583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165248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27BD7ACD" w14:textId="77777777" w:rsidTr="00965268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6F908966" w14:textId="77777777" w:rsidR="00623ADF" w:rsidRPr="00D64302" w:rsidRDefault="00623ADF" w:rsidP="0096526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6F3F2FC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54EE7B" w14:textId="77777777" w:rsidR="00623ADF" w:rsidRDefault="00623ADF" w:rsidP="00827237">
      <w:pPr>
        <w:rPr>
          <w:rFonts w:ascii="Arial" w:hAnsi="Arial" w:cs="Arial"/>
          <w:color w:val="FF0000"/>
          <w:sz w:val="20"/>
          <w:szCs w:val="20"/>
        </w:rPr>
      </w:pPr>
    </w:p>
    <w:p w14:paraId="2972864E" w14:textId="299728D1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2212777F" w14:textId="16576183" w:rsidR="00623ADF" w:rsidRDefault="00623ADF" w:rsidP="00623ADF">
      <w:pPr>
        <w:pStyle w:val="Odstavecseseznamem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Production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manager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>
        <w:rPr>
          <w:rFonts w:ascii="Arial" w:hAnsi="Arial" w:cs="Arial"/>
          <w:sz w:val="20"/>
          <w:szCs w:val="20"/>
        </w:rPr>
        <w:t>event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14:paraId="397F17E2" w14:textId="77777777" w:rsidR="00623ADF" w:rsidRPr="00447B8F" w:rsidRDefault="00623ADF" w:rsidP="00623AD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23ADF" w:rsidRPr="00447B8F" w14:paraId="7E14CEB1" w14:textId="77777777" w:rsidTr="0096526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BC3FD49" w14:textId="77777777" w:rsidR="00623ADF" w:rsidRPr="00447B8F" w:rsidRDefault="00623ADF" w:rsidP="009652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Titul, Jméno, Příjmení,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8D8BE9A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2529D21B" w14:textId="77777777" w:rsidTr="00965268">
        <w:trPr>
          <w:trHeight w:val="628"/>
        </w:trPr>
        <w:tc>
          <w:tcPr>
            <w:tcW w:w="4179" w:type="dxa"/>
            <w:shd w:val="clear" w:color="auto" w:fill="auto"/>
            <w:vAlign w:val="center"/>
          </w:tcPr>
          <w:p w14:paraId="7F4A57B4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délka praxe v oboru reklamy nebo marketingu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2139AE3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622CC1FD" w14:textId="77777777" w:rsidTr="00965268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506E0EE7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1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3E9D7E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3ADF" w:rsidRPr="00447B8F" w14:paraId="309FC392" w14:textId="77777777" w:rsidTr="00965268">
        <w:trPr>
          <w:trHeight w:val="983"/>
        </w:trPr>
        <w:tc>
          <w:tcPr>
            <w:tcW w:w="4179" w:type="dxa"/>
            <w:shd w:val="clear" w:color="auto" w:fill="auto"/>
            <w:vAlign w:val="center"/>
          </w:tcPr>
          <w:p w14:paraId="6A1AF13B" w14:textId="77777777" w:rsidR="00623ADF" w:rsidRPr="00D64302" w:rsidRDefault="00623ADF" w:rsidP="0096526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Referenční kampaň č. 2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6A55AF9" w14:textId="77777777" w:rsidR="00623ADF" w:rsidRPr="00447B8F" w:rsidRDefault="00623ADF" w:rsidP="0096526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705A288" w14:textId="1E39159F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0EFF42EA" w14:textId="71B6CFCA" w:rsidR="00A017CE" w:rsidRDefault="00A017CE" w:rsidP="00827237">
      <w:pPr>
        <w:rPr>
          <w:rFonts w:ascii="Arial" w:hAnsi="Arial" w:cs="Arial"/>
          <w:color w:val="FF0000"/>
          <w:sz w:val="20"/>
          <w:szCs w:val="20"/>
        </w:rPr>
      </w:pPr>
    </w:p>
    <w:p w14:paraId="03A05EC5" w14:textId="31195A5A" w:rsidR="00827237" w:rsidRPr="00447B8F" w:rsidRDefault="00827237" w:rsidP="00827237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A605BAC" w14:textId="77777777" w:rsidR="00827237" w:rsidRDefault="00827237" w:rsidP="0082723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DA9A07D" w14:textId="5574DB9B" w:rsidR="00827237" w:rsidRPr="00447B8F" w:rsidRDefault="00827237" w:rsidP="00827237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 </w:t>
      </w:r>
      <w:proofErr w:type="gramStart"/>
      <w:r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</w:t>
      </w:r>
      <w:r w:rsidRPr="006961FC">
        <w:rPr>
          <w:rFonts w:ascii="Arial" w:hAnsi="Arial" w:cs="Arial"/>
          <w:sz w:val="20"/>
          <w:szCs w:val="20"/>
          <w:highlight w:val="yellow"/>
        </w:rPr>
        <w:t xml:space="preserve">dne </w:t>
      </w:r>
      <w:r w:rsidR="006961FC" w:rsidRPr="006961FC">
        <w:rPr>
          <w:rFonts w:ascii="Arial" w:hAnsi="Arial" w:cs="Arial"/>
          <w:sz w:val="20"/>
          <w:szCs w:val="20"/>
          <w:highlight w:val="yellow"/>
        </w:rPr>
        <w:t>DD</w:t>
      </w:r>
      <w:r w:rsidRPr="006961FC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6961FC" w:rsidRPr="006961FC">
        <w:rPr>
          <w:rFonts w:ascii="Arial" w:hAnsi="Arial" w:cs="Arial"/>
          <w:sz w:val="20"/>
          <w:szCs w:val="20"/>
          <w:highlight w:val="yellow"/>
        </w:rPr>
        <w:t>MM</w:t>
      </w:r>
      <w:r w:rsidRPr="006961FC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6961FC" w:rsidRPr="006961FC">
        <w:rPr>
          <w:rFonts w:ascii="Arial" w:hAnsi="Arial" w:cs="Arial"/>
          <w:sz w:val="20"/>
          <w:szCs w:val="20"/>
          <w:highlight w:val="yellow"/>
        </w:rPr>
        <w:t>YYYY</w:t>
      </w:r>
    </w:p>
    <w:p w14:paraId="0F7EAE6F" w14:textId="77777777" w:rsidR="00827237" w:rsidRDefault="00827237" w:rsidP="00827237">
      <w:pPr>
        <w:rPr>
          <w:rFonts w:ascii="Arial" w:hAnsi="Arial" w:cs="Arial"/>
          <w:sz w:val="20"/>
          <w:szCs w:val="20"/>
        </w:rPr>
      </w:pPr>
    </w:p>
    <w:p w14:paraId="09F695B2" w14:textId="77777777" w:rsidR="00827237" w:rsidRPr="00447B8F" w:rsidRDefault="00827237" w:rsidP="00827237">
      <w:pPr>
        <w:rPr>
          <w:rFonts w:ascii="Arial" w:hAnsi="Arial" w:cs="Arial"/>
          <w:sz w:val="20"/>
          <w:szCs w:val="20"/>
        </w:rPr>
      </w:pPr>
    </w:p>
    <w:p w14:paraId="53D97813" w14:textId="4E794CFD" w:rsidR="00827237" w:rsidRPr="00447B8F" w:rsidRDefault="00827237" w:rsidP="00827237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="006961FC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6961FC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6961FC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BC4A00" w14:textId="2BA7867E" w:rsidR="00D44239" w:rsidRPr="00447B8F" w:rsidRDefault="00D44239" w:rsidP="00827237">
      <w:pPr>
        <w:jc w:val="both"/>
        <w:rPr>
          <w:rFonts w:ascii="Arial" w:hAnsi="Arial" w:cs="Arial"/>
          <w:sz w:val="20"/>
          <w:szCs w:val="20"/>
        </w:rPr>
      </w:pP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3A754" w14:textId="77777777" w:rsidR="006A2366" w:rsidRDefault="006A2366">
      <w:r>
        <w:separator/>
      </w:r>
    </w:p>
  </w:endnote>
  <w:endnote w:type="continuationSeparator" w:id="0">
    <w:p w14:paraId="620682D7" w14:textId="77777777" w:rsidR="006A2366" w:rsidRDefault="006A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0E3CE" w14:textId="77777777" w:rsidR="006A2366" w:rsidRDefault="006A2366">
      <w:r>
        <w:separator/>
      </w:r>
    </w:p>
  </w:footnote>
  <w:footnote w:type="continuationSeparator" w:id="0">
    <w:p w14:paraId="204F6E08" w14:textId="77777777" w:rsidR="006A2366" w:rsidRDefault="006A2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0D8D7DB3"/>
    <w:multiLevelType w:val="hybridMultilevel"/>
    <w:tmpl w:val="22906506"/>
    <w:lvl w:ilvl="0" w:tplc="E8F6BC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3CC3F9C"/>
    <w:multiLevelType w:val="hybridMultilevel"/>
    <w:tmpl w:val="329CE794"/>
    <w:lvl w:ilvl="0" w:tplc="E8F6BC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5ED65E7"/>
    <w:multiLevelType w:val="hybridMultilevel"/>
    <w:tmpl w:val="4EA46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3"/>
  </w:num>
  <w:num w:numId="4">
    <w:abstractNumId w:val="44"/>
  </w:num>
  <w:num w:numId="5">
    <w:abstractNumId w:val="28"/>
  </w:num>
  <w:num w:numId="6">
    <w:abstractNumId w:val="36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2"/>
  </w:num>
  <w:num w:numId="15">
    <w:abstractNumId w:val="39"/>
  </w:num>
  <w:num w:numId="16">
    <w:abstractNumId w:val="19"/>
  </w:num>
  <w:num w:numId="17">
    <w:abstractNumId w:val="26"/>
  </w:num>
  <w:num w:numId="18">
    <w:abstractNumId w:val="43"/>
  </w:num>
  <w:num w:numId="19">
    <w:abstractNumId w:val="37"/>
  </w:num>
  <w:num w:numId="20">
    <w:abstractNumId w:val="21"/>
  </w:num>
  <w:num w:numId="21">
    <w:abstractNumId w:val="12"/>
  </w:num>
  <w:num w:numId="22">
    <w:abstractNumId w:val="20"/>
  </w:num>
  <w:num w:numId="23">
    <w:abstractNumId w:val="27"/>
  </w:num>
  <w:num w:numId="24">
    <w:abstractNumId w:val="29"/>
  </w:num>
  <w:num w:numId="25">
    <w:abstractNumId w:val="5"/>
  </w:num>
  <w:num w:numId="26">
    <w:abstractNumId w:val="38"/>
  </w:num>
  <w:num w:numId="27">
    <w:abstractNumId w:val="15"/>
  </w:num>
  <w:num w:numId="28">
    <w:abstractNumId w:val="9"/>
  </w:num>
  <w:num w:numId="29">
    <w:abstractNumId w:val="11"/>
  </w:num>
  <w:num w:numId="30">
    <w:abstractNumId w:val="14"/>
  </w:num>
  <w:num w:numId="31">
    <w:abstractNumId w:val="0"/>
  </w:num>
  <w:num w:numId="32">
    <w:abstractNumId w:val="34"/>
  </w:num>
  <w:num w:numId="33">
    <w:abstractNumId w:val="35"/>
  </w:num>
  <w:num w:numId="34">
    <w:abstractNumId w:val="16"/>
  </w:num>
  <w:num w:numId="35">
    <w:abstractNumId w:val="7"/>
  </w:num>
  <w:num w:numId="36">
    <w:abstractNumId w:val="33"/>
  </w:num>
  <w:num w:numId="37">
    <w:abstractNumId w:val="25"/>
  </w:num>
  <w:num w:numId="38">
    <w:abstractNumId w:val="2"/>
  </w:num>
  <w:num w:numId="39">
    <w:abstractNumId w:val="30"/>
  </w:num>
  <w:num w:numId="40">
    <w:abstractNumId w:val="24"/>
  </w:num>
  <w:num w:numId="41">
    <w:abstractNumId w:val="31"/>
  </w:num>
  <w:num w:numId="42">
    <w:abstractNumId w:val="41"/>
  </w:num>
  <w:num w:numId="43">
    <w:abstractNumId w:val="13"/>
  </w:num>
  <w:num w:numId="44">
    <w:abstractNumId w:val="4"/>
  </w:num>
  <w:num w:numId="45">
    <w:abstractNumId w:val="40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14FDA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56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2D67"/>
    <w:rsid w:val="006173E2"/>
    <w:rsid w:val="00617E9F"/>
    <w:rsid w:val="00620CAC"/>
    <w:rsid w:val="006231E2"/>
    <w:rsid w:val="00623ADF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1FC"/>
    <w:rsid w:val="00696662"/>
    <w:rsid w:val="006A0C12"/>
    <w:rsid w:val="006A0F90"/>
    <w:rsid w:val="006A2366"/>
    <w:rsid w:val="006A249C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237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203A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17CE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502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6208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54DF2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558F83"/>
  <w14:defaultImageDpi w14:val="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F6C3ED0768348933F840756D382DC" ma:contentTypeVersion="" ma:contentTypeDescription="Vytvoří nový dokument" ma:contentTypeScope="" ma:versionID="a7571642bdb9354532a87b3ac64cb99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DCCA5233-0245-4231-85B0-AB634424A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$ListId:dokumentyvz;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5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2018-04-18T10:56:00Z</cp:lastPrinted>
  <dcterms:created xsi:type="dcterms:W3CDTF">2020-06-23T14:37:00Z</dcterms:created>
  <dcterms:modified xsi:type="dcterms:W3CDTF">2020-06-23T14:37:00Z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0x010100A39F6C3ED0768348933F840756D382DC</vt:lpwstr>
  </property>
</Properties>
</file>